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B13AE3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D63EFE">
        <w:rPr>
          <w:b/>
          <w:color w:val="FF5200" w:themeColor="accent2"/>
          <w:sz w:val="36"/>
          <w:szCs w:val="36"/>
        </w:rPr>
        <w:t>nabídky</w:t>
      </w:r>
      <w:r w:rsidR="0031280B" w:rsidRPr="00D63EFE">
        <w:rPr>
          <w:b/>
          <w:color w:val="FF5200" w:themeColor="accent2"/>
          <w:sz w:val="36"/>
          <w:szCs w:val="36"/>
        </w:rPr>
        <w:t xml:space="preserve"> k veřejné zakázce s názvem „</w:t>
      </w:r>
      <w:bookmarkStart w:id="0" w:name="_Hlk135376895"/>
      <w:r w:rsidR="00D63EFE" w:rsidRPr="00D63EFE">
        <w:rPr>
          <w:b/>
          <w:color w:val="FF5200" w:themeColor="accent2"/>
          <w:sz w:val="36"/>
          <w:szCs w:val="36"/>
        </w:rPr>
        <w:t xml:space="preserve">Oprava </w:t>
      </w:r>
      <w:r w:rsidR="00477A5C">
        <w:rPr>
          <w:b/>
          <w:color w:val="FF5200" w:themeColor="accent2"/>
          <w:sz w:val="36"/>
          <w:szCs w:val="36"/>
        </w:rPr>
        <w:t>TV</w:t>
      </w:r>
      <w:r w:rsidR="00D63EFE" w:rsidRPr="00D63EFE">
        <w:rPr>
          <w:b/>
          <w:color w:val="FF5200" w:themeColor="accent2"/>
          <w:sz w:val="36"/>
          <w:szCs w:val="36"/>
        </w:rPr>
        <w:t xml:space="preserve"> na trati Ústí </w:t>
      </w:r>
      <w:proofErr w:type="spellStart"/>
      <w:r w:rsidR="00D63EFE" w:rsidRPr="00D63EFE">
        <w:rPr>
          <w:b/>
          <w:color w:val="FF5200" w:themeColor="accent2"/>
          <w:sz w:val="36"/>
          <w:szCs w:val="36"/>
        </w:rPr>
        <w:t>n.L.</w:t>
      </w:r>
      <w:proofErr w:type="spellEnd"/>
      <w:r w:rsidR="00D63EFE" w:rsidRPr="00D63EFE">
        <w:rPr>
          <w:b/>
          <w:color w:val="FF5200" w:themeColor="accent2"/>
          <w:sz w:val="36"/>
          <w:szCs w:val="36"/>
        </w:rPr>
        <w:t xml:space="preserve"> západ-Bílina, </w:t>
      </w:r>
      <w:r w:rsidR="00477A5C">
        <w:rPr>
          <w:b/>
          <w:color w:val="FF5200" w:themeColor="accent2"/>
          <w:sz w:val="36"/>
          <w:szCs w:val="36"/>
        </w:rPr>
        <w:t>3</w:t>
      </w:r>
      <w:r w:rsidR="00D63EFE" w:rsidRPr="00D63EFE">
        <w:rPr>
          <w:b/>
          <w:color w:val="FF5200" w:themeColor="accent2"/>
          <w:sz w:val="36"/>
          <w:szCs w:val="36"/>
        </w:rPr>
        <w:t>.etapa (PD)</w:t>
      </w:r>
      <w:bookmarkEnd w:id="0"/>
      <w:r w:rsidR="0031280B" w:rsidRPr="00D63EFE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</w:t>
      </w:r>
      <w:r w:rsidR="000128D4" w:rsidRPr="00AE6B7E">
        <w:rPr>
          <w:b/>
          <w:color w:val="FF5200" w:themeColor="accent2"/>
          <w:sz w:val="36"/>
          <w:szCs w:val="36"/>
        </w:rPr>
        <w:t xml:space="preserve">é pod </w:t>
      </w:r>
      <w:r w:rsidR="000128D4" w:rsidRPr="00AE6B7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00C1C" w:rsidRPr="00100C1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22579/2023-SŽ-OŘ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3D993266" w14:textId="3C97247E" w:rsidR="00482BD9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0131965" w:history="1">
            <w:r w:rsidR="00482BD9" w:rsidRPr="00C95485">
              <w:rPr>
                <w:rStyle w:val="Hypertextovodkaz"/>
                <w:noProof/>
              </w:rPr>
              <w:t>Kapitola 1.</w:t>
            </w:r>
            <w:r w:rsidR="00482BD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82BD9" w:rsidRPr="00C95485">
              <w:rPr>
                <w:rStyle w:val="Hypertextovodkaz"/>
                <w:noProof/>
              </w:rPr>
              <w:t>Základní údaje k nabídce</w:t>
            </w:r>
            <w:r w:rsidR="00482BD9">
              <w:rPr>
                <w:noProof/>
                <w:webHidden/>
              </w:rPr>
              <w:tab/>
            </w:r>
            <w:r w:rsidR="00482BD9">
              <w:rPr>
                <w:noProof/>
                <w:webHidden/>
              </w:rPr>
              <w:fldChar w:fldCharType="begin"/>
            </w:r>
            <w:r w:rsidR="00482BD9">
              <w:rPr>
                <w:noProof/>
                <w:webHidden/>
              </w:rPr>
              <w:instrText xml:space="preserve"> PAGEREF _Toc140131965 \h </w:instrText>
            </w:r>
            <w:r w:rsidR="00482BD9">
              <w:rPr>
                <w:noProof/>
                <w:webHidden/>
              </w:rPr>
            </w:r>
            <w:r w:rsidR="00482BD9">
              <w:rPr>
                <w:noProof/>
                <w:webHidden/>
              </w:rPr>
              <w:fldChar w:fldCharType="separate"/>
            </w:r>
            <w:r w:rsidR="00482BD9">
              <w:rPr>
                <w:noProof/>
                <w:webHidden/>
              </w:rPr>
              <w:t>2</w:t>
            </w:r>
            <w:r w:rsidR="00482BD9">
              <w:rPr>
                <w:noProof/>
                <w:webHidden/>
              </w:rPr>
              <w:fldChar w:fldCharType="end"/>
            </w:r>
          </w:hyperlink>
        </w:p>
        <w:p w14:paraId="392F4939" w14:textId="56DA3CEF" w:rsidR="00482BD9" w:rsidRDefault="00482BD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131966" w:history="1">
            <w:r w:rsidRPr="00C9548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9548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_Toc140131966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18E533" w14:textId="446F40BB" w:rsidR="00482BD9" w:rsidRDefault="00482BD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131967" w:history="1">
            <w:r w:rsidRPr="00C9548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9548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_Toc140131967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1DB908" w14:textId="06B19F93" w:rsidR="00482BD9" w:rsidRDefault="00482BD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131968" w:history="1">
            <w:r w:rsidRPr="00C9548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9548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_Toc140131968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504A23" w14:textId="383D036A" w:rsidR="00482BD9" w:rsidRDefault="00482BD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131969" w:history="1">
            <w:r w:rsidRPr="00C95485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95485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_Toc140131969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38FF94" w14:textId="4CF1AD59" w:rsidR="00482BD9" w:rsidRDefault="00482BD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131970" w:history="1">
            <w:r w:rsidRPr="00C95485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95485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_Toc140131970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B18299" w14:textId="1CAA05E2" w:rsidR="00482BD9" w:rsidRDefault="00482BD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131971" w:history="1">
            <w:r w:rsidRPr="00C95485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95485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_Toc140131971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BD30B" w14:textId="608CA52F" w:rsidR="00482BD9" w:rsidRDefault="00482BD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131972" w:history="1">
            <w:r w:rsidRPr="00C95485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95485">
              <w:rPr>
                <w:rStyle w:val="Hypertextovodkaz"/>
                <w:noProof/>
              </w:rPr>
              <w:t>Č</w:t>
            </w:r>
            <w:r w:rsidRPr="00C95485">
              <w:rPr>
                <w:rStyle w:val="Hypertextovodkaz"/>
                <w:noProof/>
              </w:rPr>
              <w:t>e</w:t>
            </w:r>
            <w:r w:rsidRPr="00C95485">
              <w:rPr>
                <w:rStyle w:val="Hypertextovodkaz"/>
                <w:noProof/>
              </w:rPr>
              <w:t>stné</w:t>
            </w:r>
            <w:r w:rsidRPr="00C9548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rStyle w:val="Hypertextovodkaz"/>
                <w:rFonts w:eastAsia="Times New Roman"/>
                <w:noProof/>
              </w:rPr>
              <w:t xml:space="preserve">  </w:t>
            </w:r>
            <w:r>
              <w:rPr>
                <w:rStyle w:val="Hypertextovodkaz"/>
                <w:rFonts w:eastAsia="Times New Roman"/>
                <w:noProof/>
              </w:rPr>
              <w:tab/>
            </w:r>
            <w:r>
              <w:rPr>
                <w:rStyle w:val="Hypertextovodkaz"/>
                <w:rFonts w:eastAsia="Times New Roman"/>
                <w:noProof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_Toc140131972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0C0DF5" w14:textId="11BDBB8D" w:rsidR="00482BD9" w:rsidRDefault="00482BD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131973" w:history="1">
            <w:r w:rsidRPr="00C95485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95485">
              <w:rPr>
                <w:rStyle w:val="Hypertextovodkaz"/>
                <w:noProof/>
              </w:rPr>
              <w:t>Čestné</w:t>
            </w:r>
            <w:r w:rsidRPr="00C95485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_Toc140131973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805C5A" w14:textId="64D0F4EE" w:rsidR="00482BD9" w:rsidRDefault="00482BD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131974" w:history="1">
            <w:r w:rsidRPr="00C95485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95485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_Toc140131974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63B532" w14:textId="0EA9E01B" w:rsidR="00482BD9" w:rsidRDefault="00482BD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131975" w:history="1">
            <w:r w:rsidRPr="00C95485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95485">
              <w:rPr>
                <w:rStyle w:val="Hypertextovodkaz"/>
                <w:noProof/>
              </w:rPr>
              <w:t>Čestné</w:t>
            </w:r>
            <w:r w:rsidRPr="00C95485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_Toc140131975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947ABD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0131965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4A1062FF" w:rsidR="00EA444A" w:rsidRDefault="00EA444A" w:rsidP="00D63EFE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D63EFE" w:rsidRPr="00D63EFE">
        <w:rPr>
          <w:b/>
        </w:rPr>
        <w:t>Ing. Martinem Kašparem</w:t>
      </w:r>
      <w:r w:rsidR="00D63EFE" w:rsidRPr="00D63EFE">
        <w:t xml:space="preserve">, ředitelem organizační jednotky Oblastního ředitelství Ústí nad Labem, na základě pověření č. 2652 ze dne </w:t>
      </w:r>
      <w:r w:rsidR="00D63EFE">
        <w:t xml:space="preserve">   </w:t>
      </w:r>
      <w:r w:rsidR="00D63EFE" w:rsidRPr="00D63EFE">
        <w:t>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FAF675F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</w:t>
      </w:r>
      <w:r w:rsidRPr="00D63EFE">
        <w:t>y k podání nabíd</w:t>
      </w:r>
      <w:r w:rsidR="004C76E9" w:rsidRPr="00D63EFE">
        <w:t>ky</w:t>
      </w:r>
      <w:r w:rsidRPr="00D63EFE">
        <w:t xml:space="preserve"> na veřejnou zakázku zadávanou</w:t>
      </w:r>
      <w:r w:rsidR="004C76E9" w:rsidRPr="00D63EFE">
        <w:t xml:space="preserve"> jako </w:t>
      </w:r>
      <w:r w:rsidR="000128D4" w:rsidRPr="00D63EFE">
        <w:rPr>
          <w:rFonts w:eastAsia="Times New Roman" w:cs="Times New Roman"/>
          <w:lang w:eastAsia="cs-CZ"/>
        </w:rPr>
        <w:t>podlimitní sektorovou veřejnou zakázku</w:t>
      </w:r>
      <w:r w:rsidRPr="00D63EFE">
        <w:t xml:space="preserve">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363F0265" w14:textId="77777777" w:rsidR="00D63EFE" w:rsidRDefault="00D63EFE" w:rsidP="00D63EFE">
      <w:r>
        <w:t>Celková nabídková cena za celý předmět plnění v Kč bez DPH</w:t>
      </w:r>
      <w:r>
        <w:tab/>
      </w:r>
      <w:r>
        <w:tab/>
      </w:r>
      <w:r w:rsidRPr="00D63EFE">
        <w:rPr>
          <w:highlight w:val="yellow"/>
        </w:rPr>
        <w:t>[VLOŽÍ ÚČASTNÍK]</w:t>
      </w:r>
    </w:p>
    <w:p w14:paraId="2A4BAF0A" w14:textId="77777777" w:rsidR="00D63EFE" w:rsidRDefault="00D63EFE" w:rsidP="00D63EFE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63EFE">
        <w:rPr>
          <w:highlight w:val="yellow"/>
        </w:rPr>
        <w:t>[VLOŽÍ ÚČASTNÍK]</w:t>
      </w:r>
    </w:p>
    <w:p w14:paraId="588AB7FB" w14:textId="77777777" w:rsidR="00D63EFE" w:rsidRDefault="00D63EFE" w:rsidP="00D63EFE">
      <w:r>
        <w:t>Celková nabídková cena za celý předmět plnění v Kč včetně DPH:</w:t>
      </w:r>
      <w:r>
        <w:tab/>
      </w:r>
      <w:r w:rsidRPr="00D63EFE">
        <w:rPr>
          <w:highlight w:val="yellow"/>
        </w:rPr>
        <w:t>[VLOŽÍ ÚČASTNÍK]</w:t>
      </w:r>
    </w:p>
    <w:p w14:paraId="2915FC32" w14:textId="5CC0EAD4" w:rsidR="008B1A2C" w:rsidRPr="008B1A2C" w:rsidRDefault="00C228EE" w:rsidP="00D63EFE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82BD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82BD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0131966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013196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013196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40131969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3FACF6AE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C97AF2" w:rsidRPr="00460E41">
        <w:rPr>
          <w:rFonts w:eastAsia="Times New Roman" w:cs="Times New Roman"/>
          <w:b/>
          <w:lang w:eastAsia="cs-CZ"/>
        </w:rPr>
        <w:t>2</w:t>
      </w:r>
      <w:r w:rsidR="00E85D44" w:rsidRPr="00460E41">
        <w:rPr>
          <w:rFonts w:eastAsia="Times New Roman" w:cs="Times New Roman"/>
          <w:b/>
          <w:lang w:eastAsia="cs-CZ"/>
        </w:rPr>
        <w:t xml:space="preserve"> významn</w:t>
      </w:r>
      <w:r w:rsidR="00C97AF2" w:rsidRPr="00460E41">
        <w:rPr>
          <w:rFonts w:eastAsia="Times New Roman" w:cs="Times New Roman"/>
          <w:b/>
          <w:lang w:eastAsia="cs-CZ"/>
        </w:rPr>
        <w:t>é</w:t>
      </w:r>
      <w:r w:rsidR="00E85D44" w:rsidRPr="00460E41">
        <w:rPr>
          <w:rFonts w:eastAsia="Times New Roman" w:cs="Times New Roman"/>
          <w:b/>
          <w:lang w:eastAsia="cs-CZ"/>
        </w:rPr>
        <w:t xml:space="preserve"> služb</w:t>
      </w:r>
      <w:r w:rsidR="00C97AF2" w:rsidRPr="00460E41">
        <w:rPr>
          <w:rFonts w:eastAsia="Times New Roman" w:cs="Times New Roman"/>
          <w:b/>
          <w:lang w:eastAsia="cs-CZ"/>
        </w:rPr>
        <w:t>y</w:t>
      </w:r>
      <w:r w:rsidR="00C97AF2" w:rsidRPr="00460E41">
        <w:rPr>
          <w:rFonts w:eastAsia="Times New Roman" w:cs="Times New Roman"/>
          <w:lang w:eastAsia="cs-CZ"/>
        </w:rPr>
        <w:t xml:space="preserve"> </w:t>
      </w:r>
      <w:r w:rsidR="00460E41" w:rsidRPr="00460E41">
        <w:rPr>
          <w:rFonts w:eastAsia="Times New Roman" w:cs="Times New Roman"/>
          <w:lang w:eastAsia="cs-CZ"/>
        </w:rPr>
        <w:t xml:space="preserve">jejichž předmětem byly </w:t>
      </w:r>
      <w:r w:rsidR="00460E41" w:rsidRPr="00460E41">
        <w:rPr>
          <w:rFonts w:eastAsia="Times New Roman" w:cs="Times New Roman"/>
          <w:b/>
          <w:lang w:eastAsia="cs-CZ"/>
        </w:rPr>
        <w:t>projekční práce na energetických a elektrotechnických zařízeních o projektovaných nákladech stavby vyšších než 15 mil. Kč bez DPH</w:t>
      </w:r>
      <w:r w:rsidR="00460E41" w:rsidRPr="00460E41">
        <w:rPr>
          <w:rFonts w:eastAsia="Times New Roman" w:cs="Times New Roman"/>
          <w:lang w:eastAsia="cs-CZ"/>
        </w:rPr>
        <w:t>, a to u každé požadované služby</w:t>
      </w:r>
      <w:r w:rsidR="00460E41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1DF6BBF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4EC0700A" w14:textId="025F7391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</w:t>
            </w:r>
            <w:r w:rsidR="00460E41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spacing w:val="-6"/>
                <w:lang w:eastAsia="cs-CZ"/>
              </w:rPr>
              <w:t>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9233351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7D0ED5B" w:rsidR="00812D93" w:rsidRPr="00812D93" w:rsidRDefault="00812D93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Výše projektované stavby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40131970"/>
      <w:r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8"/>
        <w:gridCol w:w="4024"/>
      </w:tblGrid>
      <w:tr w:rsidR="00F44645" w14:paraId="23E1AAD0" w14:textId="77777777" w:rsidTr="00576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14:paraId="083B475F" w14:textId="77777777" w:rsidR="00F44645" w:rsidRPr="00576608" w:rsidRDefault="00F44645" w:rsidP="00A327CB">
            <w:pPr>
              <w:rPr>
                <w:rFonts w:eastAsia="Times New Roman" w:cs="Times New Roman"/>
                <w:b/>
                <w:lang w:eastAsia="cs-CZ"/>
              </w:rPr>
            </w:pPr>
            <w:r w:rsidRPr="00576608">
              <w:rPr>
                <w:rFonts w:eastAsia="Times New Roman" w:cs="Times New Roman"/>
                <w:b/>
                <w:lang w:eastAsia="cs-CZ"/>
              </w:rPr>
              <w:t>Funkce</w:t>
            </w:r>
          </w:p>
        </w:tc>
        <w:tc>
          <w:tcPr>
            <w:tcW w:w="4024" w:type="dxa"/>
            <w:shd w:val="clear" w:color="auto" w:fill="auto"/>
          </w:tcPr>
          <w:p w14:paraId="652DAA0D" w14:textId="77777777" w:rsidR="00F44645" w:rsidRPr="00576608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576608">
              <w:rPr>
                <w:rFonts w:eastAsia="Times New Roman" w:cs="Times New Roman"/>
                <w:b/>
                <w:lang w:eastAsia="cs-CZ"/>
              </w:rPr>
              <w:t>Jméno a příjmení</w:t>
            </w:r>
          </w:p>
        </w:tc>
      </w:tr>
      <w:tr w:rsidR="00F44645" w14:paraId="5D07A0DB" w14:textId="77777777" w:rsidTr="00576608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14:paraId="2362AB3B" w14:textId="245C104B" w:rsidR="00F44645" w:rsidRPr="00576608" w:rsidRDefault="00DB51CF" w:rsidP="00A327CB">
            <w:pPr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bookmarkStart w:id="8" w:name="_Hlk131162243"/>
            <w:r w:rsidRPr="00576608">
              <w:rPr>
                <w:rFonts w:eastAsia="Times New Roman" w:cs="Times New Roman"/>
                <w:sz w:val="16"/>
                <w:szCs w:val="16"/>
                <w:lang w:eastAsia="cs-CZ"/>
              </w:rPr>
              <w:t>Specialista na trakční vedení, silnoproudou technologii a elektrotechnická zařízení</w:t>
            </w:r>
            <w:bookmarkEnd w:id="8"/>
          </w:p>
        </w:tc>
        <w:tc>
          <w:tcPr>
            <w:tcW w:w="4024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6871CE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08B2CC60" w14:textId="156C0927" w:rsidR="00F44645" w:rsidRPr="00576608" w:rsidRDefault="00DB51CF" w:rsidP="00A327CB">
            <w:pPr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576608">
              <w:rPr>
                <w:rFonts w:eastAsia="Times New Roman" w:cs="Times New Roman"/>
                <w:sz w:val="16"/>
                <w:szCs w:val="16"/>
                <w:lang w:eastAsia="cs-CZ"/>
              </w:rPr>
              <w:t>Úředně oprávněný zeměměřický inženýr</w:t>
            </w:r>
          </w:p>
        </w:tc>
        <w:tc>
          <w:tcPr>
            <w:tcW w:w="4024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5766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5766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576608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576608">
        <w:rPr>
          <w:rFonts w:eastAsia="Times New Roman" w:cs="Times New Roman"/>
          <w:lang w:eastAsia="cs-CZ"/>
        </w:rPr>
        <w:t>Přílohy:</w:t>
      </w:r>
    </w:p>
    <w:p w14:paraId="3402F8E2" w14:textId="3732C095" w:rsidR="00576608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576608">
        <w:rPr>
          <w:rFonts w:eastAsia="Times New Roman" w:cs="Times New Roman"/>
          <w:b/>
          <w:lang w:eastAsia="cs-CZ"/>
        </w:rPr>
        <w:t>Životopis</w:t>
      </w:r>
      <w:r w:rsidR="00460E41">
        <w:rPr>
          <w:rFonts w:eastAsia="Times New Roman" w:cs="Times New Roman"/>
          <w:b/>
          <w:lang w:eastAsia="cs-CZ"/>
        </w:rPr>
        <w:t>y</w:t>
      </w:r>
      <w:r w:rsidRPr="00576608">
        <w:rPr>
          <w:rFonts w:eastAsia="Times New Roman" w:cs="Times New Roman"/>
          <w:lang w:eastAsia="cs-CZ"/>
        </w:rPr>
        <w:t xml:space="preserve"> </w:t>
      </w:r>
      <w:r w:rsidR="00576608" w:rsidRPr="00576608">
        <w:rPr>
          <w:rFonts w:eastAsia="Times New Roman" w:cs="Times New Roman"/>
          <w:lang w:eastAsia="cs-CZ"/>
        </w:rPr>
        <w:t>(Příloha č. 5 Výzvy)</w:t>
      </w:r>
    </w:p>
    <w:p w14:paraId="334BBD4B" w14:textId="77777777" w:rsidR="00460E41" w:rsidRDefault="00460E41" w:rsidP="00F44645">
      <w:pPr>
        <w:spacing w:after="0"/>
        <w:rPr>
          <w:rFonts w:eastAsia="Times New Roman" w:cs="Times New Roman"/>
          <w:highlight w:val="yellow"/>
          <w:lang w:eastAsia="cs-CZ"/>
        </w:rPr>
      </w:pPr>
    </w:p>
    <w:p w14:paraId="32A27CB1" w14:textId="75667131" w:rsidR="000128D4" w:rsidRDefault="00460E41" w:rsidP="00F44645">
      <w:pPr>
        <w:spacing w:after="0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Jiné např. autorizace, oprávnění, </w:t>
      </w:r>
      <w:r w:rsidR="00814573">
        <w:rPr>
          <w:rFonts w:eastAsia="Times New Roman" w:cs="Times New Roman"/>
          <w:highlight w:val="yellow"/>
          <w:lang w:eastAsia="cs-CZ"/>
        </w:rPr>
        <w:t xml:space="preserve">osvědčení </w:t>
      </w:r>
      <w:r>
        <w:rPr>
          <w:rFonts w:eastAsia="Times New Roman" w:cs="Times New Roman"/>
          <w:highlight w:val="yellow"/>
          <w:lang w:eastAsia="cs-CZ"/>
        </w:rPr>
        <w:t>zkoušky dle Zam1</w:t>
      </w:r>
    </w:p>
    <w:p w14:paraId="32D109EC" w14:textId="18767CCD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149E84B0" w14:textId="7CF1ADD0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5EA605F6" w14:textId="23BBE091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79A2D4E4" w14:textId="4E62ECAF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441EE49E" w14:textId="4E8CC20E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08FD5FAB" w14:textId="1BCD1058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24F8AEE0" w14:textId="5100B075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227E5B43" w14:textId="39FADF73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685B0D73" w14:textId="51FF7879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50BD9FB5" w14:textId="72E24ED2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6EF6CFFD" w14:textId="1C6B41E1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59CB2309" w14:textId="2B9C8544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2EB152B4" w14:textId="418CA564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4BB1B2A3" w14:textId="5902DFF5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5E5692A4" w14:textId="17A1DB94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37717423" w14:textId="21AF275B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5785A280" w14:textId="3410A47F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7D8358E6" w14:textId="73540A8C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7A259E68" w14:textId="7974BA52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0E1CD780" w14:textId="0B59954A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06C0F135" w14:textId="7DE62436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01081798" w14:textId="27720559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5C43F9DD" w14:textId="4A2085A0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5CB32616" w14:textId="579B9F77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08417BE4" w14:textId="2D759084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1235E2BC" w14:textId="0D8793D0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253E4943" w14:textId="772BE283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699DAFBA" w14:textId="36D7E1B4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12FA7A81" w14:textId="5DEE49F3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1997D2DC" w14:textId="30FD3D25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7E1F837D" w14:textId="1A044474" w:rsidR="0003479A" w:rsidRDefault="0003479A" w:rsidP="00F44645">
      <w:pPr>
        <w:spacing w:after="0"/>
        <w:rPr>
          <w:rFonts w:eastAsia="Times New Roman" w:cs="Times New Roman"/>
          <w:lang w:eastAsia="cs-CZ"/>
        </w:rPr>
      </w:pPr>
    </w:p>
    <w:p w14:paraId="30C2DB4D" w14:textId="77777777" w:rsidR="0003479A" w:rsidRDefault="0003479A" w:rsidP="00F44645">
      <w:pPr>
        <w:spacing w:after="0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9" w:name="_Toc140131971"/>
      <w:r w:rsidRPr="000128D4">
        <w:lastRenderedPageBreak/>
        <w:t>Čestné prohlášení o ekonomické kvalifikaci</w:t>
      </w:r>
      <w:bookmarkEnd w:id="9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712E3A88" w:rsidR="000128D4" w:rsidRDefault="00DB51CF" w:rsidP="00DB51CF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  <w:r w:rsidR="000128D4"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10" w:name="_Toc140131972"/>
      <w:bookmarkStart w:id="11" w:name="_GoBack"/>
      <w:bookmarkEnd w:id="11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10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2" w:name="_Toc115422087"/>
      <w:bookmarkStart w:id="13" w:name="_Toc140131973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12"/>
      <w:bookmarkEnd w:id="13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7"/>
      </w:r>
      <w:r w:rsidR="00F86FD9">
        <w:rPr>
          <w:rFonts w:ascii="Verdana" w:hAnsi="Verdana"/>
        </w:rPr>
        <w:t>:</w:t>
      </w:r>
    </w:p>
    <w:bookmarkStart w:id="14" w:name="Zaškrtávací1"/>
    <w:p w14:paraId="126C56C4" w14:textId="58ADE206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482BD9">
        <w:fldChar w:fldCharType="separate"/>
      </w:r>
      <w:r>
        <w:fldChar w:fldCharType="end"/>
      </w:r>
      <w:bookmarkEnd w:id="14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477A5C" w:rsidRPr="00477A5C">
        <w:rPr>
          <w:rFonts w:ascii="Verdana" w:hAnsi="Verdana"/>
          <w:b/>
          <w:bCs/>
        </w:rPr>
        <w:t xml:space="preserve">Oprava TV na trati Ústí </w:t>
      </w:r>
      <w:proofErr w:type="spellStart"/>
      <w:r w:rsidR="00477A5C" w:rsidRPr="00477A5C">
        <w:rPr>
          <w:rFonts w:ascii="Verdana" w:hAnsi="Verdana"/>
          <w:b/>
          <w:bCs/>
        </w:rPr>
        <w:t>n.L.</w:t>
      </w:r>
      <w:proofErr w:type="spellEnd"/>
      <w:r w:rsidR="00477A5C" w:rsidRPr="00477A5C">
        <w:rPr>
          <w:rFonts w:ascii="Verdana" w:hAnsi="Verdana"/>
          <w:b/>
          <w:bCs/>
        </w:rPr>
        <w:t xml:space="preserve"> západ-Bílina, 3.etapa (PD)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8"/>
      </w:r>
      <w:r>
        <w:rPr>
          <w:rFonts w:ascii="Verdana" w:hAnsi="Verdana"/>
        </w:rPr>
        <w:t xml:space="preserve">. </w:t>
      </w:r>
    </w:p>
    <w:p w14:paraId="614952ED" w14:textId="619AA35A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482BD9">
        <w:rPr>
          <w:rFonts w:ascii="Verdana" w:hAnsi="Verdana"/>
        </w:rPr>
      </w:r>
      <w:r w:rsidR="00482BD9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477A5C" w:rsidRPr="00477A5C">
        <w:rPr>
          <w:rFonts w:ascii="Verdana" w:hAnsi="Verdana"/>
          <w:b/>
          <w:bCs/>
        </w:rPr>
        <w:t xml:space="preserve">Oprava TV na trati Ústí </w:t>
      </w:r>
      <w:proofErr w:type="spellStart"/>
      <w:r w:rsidR="00477A5C" w:rsidRPr="00477A5C">
        <w:rPr>
          <w:rFonts w:ascii="Verdana" w:hAnsi="Verdana"/>
          <w:b/>
          <w:bCs/>
        </w:rPr>
        <w:t>n.L.</w:t>
      </w:r>
      <w:proofErr w:type="spellEnd"/>
      <w:r w:rsidR="00477A5C" w:rsidRPr="00477A5C">
        <w:rPr>
          <w:rFonts w:ascii="Verdana" w:hAnsi="Verdana"/>
          <w:b/>
          <w:bCs/>
        </w:rPr>
        <w:t xml:space="preserve"> západ-Bílina, 3.etapa (PD)</w:t>
      </w:r>
      <w:r>
        <w:rPr>
          <w:rFonts w:ascii="Verdana" w:hAnsi="Verdana"/>
        </w:rPr>
        <w:t>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2E71C29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2561EB4C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388C99FA" w14:textId="04FBDDB9" w:rsidR="00814573" w:rsidRDefault="00814573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4D75A3C6" w14:textId="3518CB28" w:rsidR="00814573" w:rsidRDefault="00814573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7EBDFA60" w14:textId="77777777" w:rsidR="00814573" w:rsidRDefault="00814573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5" w:name="_Toc140131974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5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72"/>
        <w:gridCol w:w="2755"/>
        <w:gridCol w:w="4159"/>
      </w:tblGrid>
      <w:tr w:rsidR="00FB7211" w14:paraId="790221D6" w14:textId="77777777" w:rsidTr="00FB7211">
        <w:trPr>
          <w:cantSplit/>
        </w:trPr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586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2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FB7211">
        <w:trPr>
          <w:cantSplit/>
        </w:trPr>
        <w:sdt>
          <w:sdtPr>
            <w:rPr>
              <w:rFonts w:ascii="Verdana" w:hAnsi="Verdana"/>
            </w:rPr>
            <w:id w:val="804745449"/>
            <w:placeholder>
              <w:docPart w:val="7591A3CEB0CF44CA829DC529712762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77777777" w:rsidR="00FB7211" w:rsidRDefault="00FB7211" w:rsidP="00FB7211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FB7211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FB7211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4A6A3860" w14:textId="77777777" w:rsidTr="00FB7211">
        <w:trPr>
          <w:cantSplit/>
        </w:trPr>
        <w:sdt>
          <w:sdtPr>
            <w:rPr>
              <w:rFonts w:ascii="Verdana" w:hAnsi="Verdana"/>
            </w:rPr>
            <w:id w:val="-854186651"/>
            <w:placeholder>
              <w:docPart w:val="09422413791847F992340340FB803D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7C8DC7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131929667"/>
            <w:placeholder>
              <w:docPart w:val="E11A814CD548448097C3346A860D7014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C579755" w14:textId="7344B31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16658253"/>
            <w:placeholder>
              <w:docPart w:val="9B541F4EAD14489697D0767184AF5882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FBE164C" w14:textId="74272231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5426489" w14:textId="77777777" w:rsidTr="00FB7211">
        <w:trPr>
          <w:cantSplit/>
        </w:trPr>
        <w:sdt>
          <w:sdtPr>
            <w:rPr>
              <w:rFonts w:ascii="Verdana" w:hAnsi="Verdana"/>
            </w:rPr>
            <w:id w:val="585116891"/>
            <w:placeholder>
              <w:docPart w:val="AF5D30C012D9405DBAFB0B23A2D52B01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801A1C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526863082"/>
            <w:placeholder>
              <w:docPart w:val="03C8784218D748D3BA8B06BAEC90AF7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EF0AB74" w14:textId="0ED5F8A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373051695"/>
            <w:placeholder>
              <w:docPart w:val="0CA58E2D772645CBBBB8A3FCFEBA5D7D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1A72BA7" w14:textId="675550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0EC8039" w14:textId="77777777" w:rsidTr="00FB7211">
        <w:trPr>
          <w:cantSplit/>
        </w:trPr>
        <w:sdt>
          <w:sdtPr>
            <w:rPr>
              <w:rFonts w:ascii="Verdana" w:hAnsi="Verdana"/>
            </w:rPr>
            <w:id w:val="-593859743"/>
            <w:placeholder>
              <w:docPart w:val="970F452A497F4CCEA79C2DE09179E48B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F179E74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611045988"/>
            <w:placeholder>
              <w:docPart w:val="8EFEACA92A2F4BB3A9F828885BA33137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30CBD95B" w14:textId="541F6F9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755595397"/>
            <w:placeholder>
              <w:docPart w:val="72D9126FFEC04321ADD9E5B3864EF660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826BB4E" w14:textId="01EE5F54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B93348B" w14:textId="77777777" w:rsidTr="00FB7211">
        <w:trPr>
          <w:cantSplit/>
        </w:trPr>
        <w:sdt>
          <w:sdtPr>
            <w:rPr>
              <w:rFonts w:ascii="Verdana" w:hAnsi="Verdana"/>
            </w:rPr>
            <w:id w:val="-411002862"/>
            <w:placeholder>
              <w:docPart w:val="1A35B4EE784B4475B14E3170C56F34C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BFFB8DD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747995881"/>
            <w:placeholder>
              <w:docPart w:val="BF928EB9EF2D44A289B03447439D77D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7145D45" w14:textId="644F1769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573467031"/>
            <w:placeholder>
              <w:docPart w:val="F007325B6F164AE49E69DA0C5215BAE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C63CBED" w14:textId="175E489D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53EBD017" w14:textId="77777777" w:rsidTr="00FB7211">
        <w:trPr>
          <w:cantSplit/>
        </w:trPr>
        <w:sdt>
          <w:sdtPr>
            <w:rPr>
              <w:rFonts w:ascii="Verdana" w:hAnsi="Verdana"/>
            </w:rPr>
            <w:id w:val="1740521254"/>
            <w:placeholder>
              <w:docPart w:val="A18DADDC330C495DB4F117E2F394E21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9536C45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837230329"/>
            <w:placeholder>
              <w:docPart w:val="DF12440479CC45ECB66F25F1C8FE66C0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</w:tcPr>
              <w:p w14:paraId="690CA861" w14:textId="1E88792B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06504677"/>
            <w:placeholder>
              <w:docPart w:val="A012F016D1E3429E95D01FD280503539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106D809D" w14:textId="034AD65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6" w:name="_Toc140131975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6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AF266" w16cex:dateUtc="2023-03-02T09:01:00Z"/>
  <w16cex:commentExtensible w16cex:durableId="27B2D51D" w16cex:dateUtc="2023-03-08T08:34:00Z"/>
  <w16cex:commentExtensible w16cex:durableId="27AB02C4" w16cex:dateUtc="2023-03-02T10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3F9B2" w14:textId="77777777" w:rsidR="006F3330" w:rsidRDefault="006F3330" w:rsidP="00962258">
      <w:pPr>
        <w:spacing w:after="0" w:line="240" w:lineRule="auto"/>
      </w:pPr>
      <w:r>
        <w:separator/>
      </w:r>
    </w:p>
  </w:endnote>
  <w:endnote w:type="continuationSeparator" w:id="0">
    <w:p w14:paraId="1BF33654" w14:textId="77777777" w:rsidR="006F3330" w:rsidRDefault="006F33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75DB2" w14:textId="77777777" w:rsidR="006F3330" w:rsidRDefault="006F3330" w:rsidP="00962258">
      <w:pPr>
        <w:spacing w:after="0" w:line="240" w:lineRule="auto"/>
      </w:pPr>
      <w:r>
        <w:separator/>
      </w:r>
    </w:p>
  </w:footnote>
  <w:footnote w:type="continuationSeparator" w:id="0">
    <w:p w14:paraId="3BC2D574" w14:textId="77777777" w:rsidR="006F3330" w:rsidRDefault="006F333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7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8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5"/>
  </w:num>
  <w:num w:numId="35">
    <w:abstractNumId w:val="17"/>
  </w:num>
  <w:num w:numId="36">
    <w:abstractNumId w:val="2"/>
  </w:num>
  <w:num w:numId="37">
    <w:abstractNumId w:val="16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3479A"/>
    <w:rsid w:val="00045E47"/>
    <w:rsid w:val="00072C1E"/>
    <w:rsid w:val="00086B78"/>
    <w:rsid w:val="00097793"/>
    <w:rsid w:val="000A04D8"/>
    <w:rsid w:val="000A412D"/>
    <w:rsid w:val="000E23A7"/>
    <w:rsid w:val="000F5766"/>
    <w:rsid w:val="000F7070"/>
    <w:rsid w:val="00100C1C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14840"/>
    <w:rsid w:val="00321D98"/>
    <w:rsid w:val="003221F2"/>
    <w:rsid w:val="00341DCF"/>
    <w:rsid w:val="00354C5C"/>
    <w:rsid w:val="00357BC6"/>
    <w:rsid w:val="0036634F"/>
    <w:rsid w:val="003956C6"/>
    <w:rsid w:val="003B596F"/>
    <w:rsid w:val="00417301"/>
    <w:rsid w:val="00441430"/>
    <w:rsid w:val="00450F07"/>
    <w:rsid w:val="00453CD3"/>
    <w:rsid w:val="00460660"/>
    <w:rsid w:val="00460E41"/>
    <w:rsid w:val="00477A5C"/>
    <w:rsid w:val="00482BD9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76608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871CE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12D93"/>
    <w:rsid w:val="00814573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AE6B7E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97AF2"/>
    <w:rsid w:val="00CB377A"/>
    <w:rsid w:val="00CD1FC4"/>
    <w:rsid w:val="00D21061"/>
    <w:rsid w:val="00D4108E"/>
    <w:rsid w:val="00D6163D"/>
    <w:rsid w:val="00D63EFE"/>
    <w:rsid w:val="00D73D46"/>
    <w:rsid w:val="00D831A3"/>
    <w:rsid w:val="00DB51CF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444A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9422413791847F992340340FB803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D223C-F97B-4910-BB29-6D33AA93BBAE}"/>
      </w:docPartPr>
      <w:docPartBody>
        <w:p w:rsidR="005E17D6" w:rsidRDefault="00E93E15" w:rsidP="00E93E15">
          <w:pPr>
            <w:pStyle w:val="09422413791847F992340340FB803D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11A814CD548448097C3346A860D70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73CF6-77F2-4782-8183-3ADDF465408F}"/>
      </w:docPartPr>
      <w:docPartBody>
        <w:p w:rsidR="005E17D6" w:rsidRDefault="00E93E15" w:rsidP="00E93E15">
          <w:pPr>
            <w:pStyle w:val="E11A814CD548448097C3346A860D70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B541F4EAD14489697D0767184AF5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0AEB5-5A1F-4108-8E3F-131B810675F9}"/>
      </w:docPartPr>
      <w:docPartBody>
        <w:p w:rsidR="005E17D6" w:rsidRDefault="00E93E15" w:rsidP="00E93E15">
          <w:pPr>
            <w:pStyle w:val="9B541F4EAD14489697D0767184AF588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F5D30C012D9405DBAFB0B23A2D52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1B3D5-F052-46B9-B90D-092A998E2B31}"/>
      </w:docPartPr>
      <w:docPartBody>
        <w:p w:rsidR="005E17D6" w:rsidRDefault="00E93E15" w:rsidP="00E93E15">
          <w:pPr>
            <w:pStyle w:val="AF5D30C012D9405DBAFB0B23A2D52B0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3C8784218D748D3BA8B06BAEC90A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3D596-3326-49F0-8A2A-7558B32E0DE1}"/>
      </w:docPartPr>
      <w:docPartBody>
        <w:p w:rsidR="005E17D6" w:rsidRDefault="00E93E15" w:rsidP="00E93E15">
          <w:pPr>
            <w:pStyle w:val="03C8784218D748D3BA8B06BAEC90AF7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CA58E2D772645CBBBB8A3FCFEBA5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59314-A2A6-4ED5-9D70-06A5EA51A850}"/>
      </w:docPartPr>
      <w:docPartBody>
        <w:p w:rsidR="005E17D6" w:rsidRDefault="00E93E15" w:rsidP="00E93E15">
          <w:pPr>
            <w:pStyle w:val="0CA58E2D772645CBBBB8A3FCFEBA5D7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70F452A497F4CCEA79C2DE09179E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B6645-8812-4BEE-AB14-B89FB8466B16}"/>
      </w:docPartPr>
      <w:docPartBody>
        <w:p w:rsidR="005E17D6" w:rsidRDefault="00E93E15" w:rsidP="00E93E15">
          <w:pPr>
            <w:pStyle w:val="970F452A497F4CCEA79C2DE09179E48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EFEACA92A2F4BB3A9F828885BA331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E2980-0615-4F6A-A160-3BE43E81D168}"/>
      </w:docPartPr>
      <w:docPartBody>
        <w:p w:rsidR="005E17D6" w:rsidRDefault="00E93E15" w:rsidP="00E93E15">
          <w:pPr>
            <w:pStyle w:val="8EFEACA92A2F4BB3A9F828885BA3313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2D9126FFEC04321ADD9E5B3864EF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5E8CD-C0A0-43FF-A7CA-A608A8806A81}"/>
      </w:docPartPr>
      <w:docPartBody>
        <w:p w:rsidR="005E17D6" w:rsidRDefault="00E93E15" w:rsidP="00E93E15">
          <w:pPr>
            <w:pStyle w:val="72D9126FFEC04321ADD9E5B3864EF66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A35B4EE784B4475B14E3170C56F34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34E751-227B-4E7A-B95C-8704FA285774}"/>
      </w:docPartPr>
      <w:docPartBody>
        <w:p w:rsidR="005E17D6" w:rsidRDefault="00E93E15" w:rsidP="00E93E15">
          <w:pPr>
            <w:pStyle w:val="1A35B4EE784B4475B14E3170C56F34C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F928EB9EF2D44A289B03447439D77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033B2-9368-4264-928D-BDA69C435F58}"/>
      </w:docPartPr>
      <w:docPartBody>
        <w:p w:rsidR="005E17D6" w:rsidRDefault="00E93E15" w:rsidP="00E93E15">
          <w:pPr>
            <w:pStyle w:val="BF928EB9EF2D44A289B03447439D77D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007325B6F164AE49E69DA0C5215B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FD28C-3727-49BD-8B57-0B0966C2FE50}"/>
      </w:docPartPr>
      <w:docPartBody>
        <w:p w:rsidR="005E17D6" w:rsidRDefault="00E93E15" w:rsidP="00E93E15">
          <w:pPr>
            <w:pStyle w:val="F007325B6F164AE49E69DA0C5215BAE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18DADDC330C495DB4F117E2F394E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846A8-49D3-4610-8D4B-F4D3CD956AB7}"/>
      </w:docPartPr>
      <w:docPartBody>
        <w:p w:rsidR="005E17D6" w:rsidRDefault="00E93E15" w:rsidP="00E93E15">
          <w:pPr>
            <w:pStyle w:val="A18DADDC330C495DB4F117E2F394E21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12440479CC45ECB66F25F1C8FE6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D51E3-DF76-442C-ACC2-E6C70DEF1EBA}"/>
      </w:docPartPr>
      <w:docPartBody>
        <w:p w:rsidR="005E17D6" w:rsidRDefault="00E93E15" w:rsidP="00E93E15">
          <w:pPr>
            <w:pStyle w:val="DF12440479CC45ECB66F25F1C8FE66C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012F016D1E3429E95D01FD280503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8E3A0-14D6-44AB-8A11-33D80411E15E}"/>
      </w:docPartPr>
      <w:docPartBody>
        <w:p w:rsidR="005E17D6" w:rsidRDefault="00E93E15" w:rsidP="00E93E15">
          <w:pPr>
            <w:pStyle w:val="A012F016D1E3429E95D01FD28050353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95FA0"/>
    <w:rsid w:val="005E17D6"/>
    <w:rsid w:val="00702C56"/>
    <w:rsid w:val="00845CFC"/>
    <w:rsid w:val="00964FB4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178FFE-6885-48C4-9B9B-46E093902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135</TotalTime>
  <Pages>12</Pages>
  <Words>1832</Words>
  <Characters>10810</Characters>
  <Application>Microsoft Office Word</Application>
  <DocSecurity>0</DocSecurity>
  <Lines>90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22</cp:revision>
  <cp:lastPrinted>2017-11-28T17:18:00Z</cp:lastPrinted>
  <dcterms:created xsi:type="dcterms:W3CDTF">2023-03-01T08:18:00Z</dcterms:created>
  <dcterms:modified xsi:type="dcterms:W3CDTF">2023-07-13T07:13:00Z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